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F0B" w:rsidRPr="004E21A0" w:rsidRDefault="006B39E4" w:rsidP="00637B62">
      <w:pPr>
        <w:jc w:val="center"/>
        <w:rPr>
          <w:rFonts w:cstheme="majorHAnsi"/>
          <w:sz w:val="40"/>
          <w:szCs w:val="40"/>
        </w:rPr>
      </w:pPr>
      <w:r w:rsidRPr="004E21A0">
        <w:rPr>
          <w:rFonts w:cstheme="majorHAnsi"/>
          <w:sz w:val="40"/>
          <w:szCs w:val="40"/>
        </w:rPr>
        <w:t>QU</w:t>
      </w:r>
      <w:r w:rsidR="000D492B" w:rsidRPr="004E21A0">
        <w:rPr>
          <w:rFonts w:cstheme="majorHAnsi"/>
          <w:sz w:val="40"/>
          <w:szCs w:val="40"/>
        </w:rPr>
        <w:t>ANT’</w:t>
      </w:r>
      <w:r w:rsidR="00324772">
        <w:rPr>
          <w:rFonts w:cstheme="majorHAnsi"/>
          <w:sz w:val="40"/>
          <w:szCs w:val="40"/>
        </w:rPr>
        <w:t>È</w:t>
      </w:r>
      <w:r w:rsidR="000D492B" w:rsidRPr="004E21A0">
        <w:rPr>
          <w:rFonts w:cstheme="majorHAnsi"/>
          <w:sz w:val="40"/>
          <w:szCs w:val="40"/>
        </w:rPr>
        <w:t xml:space="preserve"> L’AREA DI PIAZZA GRANDE?</w:t>
      </w:r>
    </w:p>
    <w:p w:rsidR="000D492B" w:rsidRDefault="000D492B" w:rsidP="009613C9">
      <w:pPr>
        <w:pStyle w:val="Paragrafoelenco"/>
        <w:spacing w:line="360" w:lineRule="auto"/>
        <w:jc w:val="both"/>
      </w:pPr>
    </w:p>
    <w:p w:rsidR="004E21A0" w:rsidRDefault="004E21A0" w:rsidP="009613C9">
      <w:pPr>
        <w:pStyle w:val="Paragrafoelenco"/>
        <w:spacing w:line="360" w:lineRule="auto"/>
        <w:jc w:val="both"/>
      </w:pPr>
    </w:p>
    <w:p w:rsidR="003E6369" w:rsidRPr="003E6369" w:rsidRDefault="003E6369" w:rsidP="003E6369">
      <w:pPr>
        <w:pStyle w:val="Paragrafoelenco"/>
        <w:numPr>
          <w:ilvl w:val="0"/>
          <w:numId w:val="9"/>
        </w:numPr>
        <w:spacing w:line="360" w:lineRule="auto"/>
        <w:jc w:val="both"/>
      </w:pPr>
      <w:r w:rsidRPr="003E6369">
        <w:t xml:space="preserve">Fate una rapida </w:t>
      </w:r>
      <w:r w:rsidRPr="003E6369">
        <w:rPr>
          <w:b/>
        </w:rPr>
        <w:t>stima “ad occhio”</w:t>
      </w:r>
      <w:r w:rsidRPr="003E6369">
        <w:t xml:space="preserve">, </w:t>
      </w:r>
      <w:r w:rsidRPr="003E6369">
        <w:rPr>
          <w:u w:val="single"/>
        </w:rPr>
        <w:t>senza fare calcoli</w:t>
      </w:r>
      <w:r w:rsidRPr="003E6369">
        <w:t>.</w:t>
      </w:r>
    </w:p>
    <w:p w:rsidR="003E6369" w:rsidRPr="000F7EC6" w:rsidRDefault="003E6369" w:rsidP="003E6369">
      <w:pPr>
        <w:pStyle w:val="Paragrafoelenco"/>
        <w:spacing w:line="360" w:lineRule="auto"/>
        <w:ind w:left="360"/>
        <w:jc w:val="both"/>
      </w:pPr>
      <w:r>
        <w:t>Ognuno comunicherà separatamente al tutor la propria stima.</w:t>
      </w:r>
    </w:p>
    <w:p w:rsidR="000D492B" w:rsidRDefault="000D492B" w:rsidP="003E6369">
      <w:pPr>
        <w:spacing w:line="360" w:lineRule="auto"/>
        <w:jc w:val="both"/>
      </w:pPr>
    </w:p>
    <w:p w:rsidR="004E21A0" w:rsidRPr="003E6369" w:rsidRDefault="004E21A0" w:rsidP="003E6369">
      <w:pPr>
        <w:spacing w:line="360" w:lineRule="auto"/>
        <w:jc w:val="both"/>
      </w:pPr>
    </w:p>
    <w:p w:rsidR="000D492B" w:rsidRPr="003E6369" w:rsidRDefault="003E6369" w:rsidP="003E6369">
      <w:pPr>
        <w:pStyle w:val="Paragrafoelenco"/>
        <w:numPr>
          <w:ilvl w:val="0"/>
          <w:numId w:val="9"/>
        </w:numPr>
        <w:spacing w:line="360" w:lineRule="auto"/>
        <w:jc w:val="both"/>
      </w:pPr>
      <w:r w:rsidRPr="003E6369">
        <w:t xml:space="preserve">Fate un </w:t>
      </w:r>
      <w:r w:rsidRPr="003E6369">
        <w:rPr>
          <w:u w:val="single"/>
        </w:rPr>
        <w:t>calcolo approssimato</w:t>
      </w:r>
      <w:r w:rsidR="000D492B" w:rsidRPr="003E6369">
        <w:t xml:space="preserve"> dell’area, aiutandovi con la mappa della piazza. </w:t>
      </w:r>
    </w:p>
    <w:p w:rsidR="004E21A0" w:rsidRDefault="004E21A0" w:rsidP="004E21A0">
      <w:pPr>
        <w:pStyle w:val="Paragrafoelenco"/>
        <w:spacing w:line="360" w:lineRule="auto"/>
        <w:ind w:left="360"/>
        <w:jc w:val="both"/>
      </w:pPr>
      <w:r w:rsidRPr="0048640D">
        <w:t xml:space="preserve">Riportate </w:t>
      </w:r>
      <w:r>
        <w:t>su un foglio le vostre strategie.</w:t>
      </w:r>
    </w:p>
    <w:p w:rsidR="004E21A0" w:rsidRPr="0048640D" w:rsidRDefault="004E21A0" w:rsidP="004E21A0">
      <w:pPr>
        <w:pStyle w:val="Paragrafoelenco"/>
        <w:spacing w:line="360" w:lineRule="auto"/>
        <w:ind w:left="360"/>
        <w:jc w:val="both"/>
      </w:pPr>
      <w:r>
        <w:t>Al termine, il tutor prenderà nota della vostra stima finale e del tempo impiegato.</w:t>
      </w:r>
    </w:p>
    <w:p w:rsidR="00144058" w:rsidRDefault="0009445E">
      <w:pPr>
        <w:spacing w:after="160" w:line="259" w:lineRule="auto"/>
      </w:pPr>
      <w:r>
        <w:br w:type="page"/>
      </w:r>
    </w:p>
    <w:p w:rsidR="00BD3DE3" w:rsidRPr="004E21A0" w:rsidRDefault="00BD3DE3" w:rsidP="004E21A0">
      <w:pPr>
        <w:jc w:val="center"/>
        <w:rPr>
          <w:rFonts w:cstheme="majorHAnsi"/>
          <w:sz w:val="40"/>
          <w:szCs w:val="40"/>
        </w:rPr>
      </w:pPr>
      <w:r w:rsidRPr="004E21A0">
        <w:rPr>
          <w:rFonts w:cstheme="majorHAnsi"/>
          <w:sz w:val="40"/>
          <w:szCs w:val="40"/>
        </w:rPr>
        <w:lastRenderedPageBreak/>
        <w:t>QUANTI CIOTTOLI RICOPRONO PIAZZA GRANDE?</w:t>
      </w:r>
    </w:p>
    <w:p w:rsidR="00BD3DE3" w:rsidRDefault="00BD3DE3" w:rsidP="009613C9">
      <w:pPr>
        <w:pStyle w:val="Paragrafoelenco"/>
        <w:spacing w:line="360" w:lineRule="auto"/>
        <w:jc w:val="both"/>
      </w:pPr>
    </w:p>
    <w:p w:rsidR="004E21A0" w:rsidRDefault="004E21A0" w:rsidP="009613C9">
      <w:pPr>
        <w:pStyle w:val="Paragrafoelenco"/>
        <w:spacing w:line="360" w:lineRule="auto"/>
        <w:jc w:val="both"/>
      </w:pPr>
    </w:p>
    <w:p w:rsidR="00501BC0" w:rsidRPr="00501BC0" w:rsidRDefault="00501BC0" w:rsidP="00501BC0">
      <w:pPr>
        <w:pStyle w:val="Paragrafoelenco"/>
        <w:numPr>
          <w:ilvl w:val="0"/>
          <w:numId w:val="11"/>
        </w:numPr>
        <w:spacing w:line="360" w:lineRule="auto"/>
        <w:jc w:val="both"/>
      </w:pPr>
      <w:r w:rsidRPr="00501BC0">
        <w:t xml:space="preserve">Fate una rapida </w:t>
      </w:r>
      <w:r w:rsidRPr="00501BC0">
        <w:rPr>
          <w:b/>
        </w:rPr>
        <w:t>stima “ad occhio”</w:t>
      </w:r>
      <w:r w:rsidRPr="00501BC0">
        <w:t xml:space="preserve">, </w:t>
      </w:r>
      <w:r w:rsidRPr="00501BC0">
        <w:rPr>
          <w:u w:val="single"/>
        </w:rPr>
        <w:t>senza fare calcoli</w:t>
      </w:r>
      <w:r w:rsidRPr="00501BC0">
        <w:t>.</w:t>
      </w:r>
    </w:p>
    <w:p w:rsidR="00501BC0" w:rsidRPr="000F7EC6" w:rsidRDefault="00501BC0" w:rsidP="00501BC0">
      <w:pPr>
        <w:pStyle w:val="Paragrafoelenco"/>
        <w:spacing w:line="360" w:lineRule="auto"/>
        <w:ind w:left="360"/>
        <w:jc w:val="both"/>
      </w:pPr>
      <w:r>
        <w:t>Ognuno comunicherà separatamente al tutor la propria stima.</w:t>
      </w:r>
    </w:p>
    <w:p w:rsidR="004E21A0" w:rsidRDefault="004E21A0" w:rsidP="00501BC0">
      <w:pPr>
        <w:spacing w:line="360" w:lineRule="auto"/>
        <w:jc w:val="both"/>
      </w:pPr>
    </w:p>
    <w:p w:rsidR="004E21A0" w:rsidRPr="003E6369" w:rsidRDefault="004E21A0" w:rsidP="00501BC0">
      <w:pPr>
        <w:spacing w:line="360" w:lineRule="auto"/>
        <w:jc w:val="both"/>
      </w:pPr>
    </w:p>
    <w:p w:rsidR="00BD3DE3" w:rsidRPr="009E6EBE" w:rsidRDefault="00501BC0" w:rsidP="00F10D0C">
      <w:pPr>
        <w:pStyle w:val="Paragrafoelenco"/>
        <w:numPr>
          <w:ilvl w:val="0"/>
          <w:numId w:val="11"/>
        </w:numPr>
        <w:spacing w:line="360" w:lineRule="auto"/>
        <w:jc w:val="both"/>
      </w:pPr>
      <w:r w:rsidRPr="00501BC0">
        <w:t xml:space="preserve">Fate un </w:t>
      </w:r>
      <w:r w:rsidRPr="00501BC0">
        <w:rPr>
          <w:u w:val="single"/>
        </w:rPr>
        <w:t>calcolo approssimato</w:t>
      </w:r>
      <w:r w:rsidRPr="00501BC0">
        <w:t xml:space="preserve"> </w:t>
      </w:r>
      <w:r w:rsidR="00F10D0C">
        <w:t>del numero totale di</w:t>
      </w:r>
      <w:r w:rsidR="009E6EBE">
        <w:t xml:space="preserve"> ciottoli di tutta la piazza</w:t>
      </w:r>
      <w:r w:rsidR="00F10D0C">
        <w:t>, c</w:t>
      </w:r>
      <w:r w:rsidR="001E59E1" w:rsidRPr="009E6EBE">
        <w:t>erca</w:t>
      </w:r>
      <w:r w:rsidR="00F10D0C">
        <w:t>ndo</w:t>
      </w:r>
      <w:r w:rsidR="001E59E1" w:rsidRPr="009E6EBE">
        <w:t xml:space="preserve"> </w:t>
      </w:r>
      <w:r w:rsidR="001E59E1" w:rsidRPr="009F504B">
        <w:rPr>
          <w:u w:val="single"/>
        </w:rPr>
        <w:t>l’</w:t>
      </w:r>
      <w:r w:rsidR="009F504B" w:rsidRPr="009F504B">
        <w:rPr>
          <w:u w:val="single"/>
        </w:rPr>
        <w:t>indizio</w:t>
      </w:r>
      <w:r w:rsidR="001E59E1" w:rsidRPr="009E6EBE">
        <w:t>!</w:t>
      </w:r>
    </w:p>
    <w:p w:rsidR="004E21A0" w:rsidRDefault="004E21A0" w:rsidP="004E21A0">
      <w:pPr>
        <w:pStyle w:val="Paragrafoelenco"/>
        <w:spacing w:line="360" w:lineRule="auto"/>
        <w:ind w:left="360"/>
        <w:jc w:val="both"/>
      </w:pPr>
      <w:r w:rsidRPr="0048640D">
        <w:t xml:space="preserve">Riportate </w:t>
      </w:r>
      <w:r>
        <w:t>su un foglio le vostre strategie.</w:t>
      </w:r>
    </w:p>
    <w:p w:rsidR="004E21A0" w:rsidRPr="0048640D" w:rsidRDefault="004E21A0" w:rsidP="004E21A0">
      <w:pPr>
        <w:pStyle w:val="Paragrafoelenco"/>
        <w:spacing w:line="360" w:lineRule="auto"/>
        <w:ind w:left="360"/>
        <w:jc w:val="both"/>
      </w:pPr>
      <w:r>
        <w:t>Al termine, il tutor prenderà nota della vostra stima finale e del tempo impiegato.</w:t>
      </w:r>
    </w:p>
    <w:p w:rsidR="00BD3DE3" w:rsidRPr="000F7EC6" w:rsidRDefault="00BD3DE3" w:rsidP="009613C9">
      <w:pPr>
        <w:pStyle w:val="Paragrafoelenco"/>
        <w:spacing w:line="360" w:lineRule="auto"/>
        <w:ind w:left="360"/>
        <w:jc w:val="both"/>
      </w:pPr>
    </w:p>
    <w:p w:rsidR="00BD3DE3" w:rsidRPr="000F7EC6" w:rsidRDefault="00BD3DE3" w:rsidP="009613C9">
      <w:pPr>
        <w:pStyle w:val="Paragrafoelenco"/>
        <w:spacing w:line="360" w:lineRule="auto"/>
        <w:ind w:left="360"/>
        <w:jc w:val="both"/>
      </w:pPr>
    </w:p>
    <w:p w:rsidR="00BD3DE3" w:rsidRPr="000F7EC6" w:rsidRDefault="00BD3DE3" w:rsidP="009613C9">
      <w:pPr>
        <w:pStyle w:val="Paragrafoelenco"/>
        <w:spacing w:line="360" w:lineRule="auto"/>
        <w:ind w:left="360"/>
        <w:jc w:val="both"/>
      </w:pPr>
    </w:p>
    <w:p w:rsidR="00BD3DE3" w:rsidRPr="000F7EC6" w:rsidRDefault="00BD3DE3" w:rsidP="009613C9">
      <w:pPr>
        <w:pStyle w:val="Paragrafoelenco"/>
        <w:spacing w:line="360" w:lineRule="auto"/>
        <w:ind w:left="360"/>
        <w:jc w:val="both"/>
      </w:pPr>
    </w:p>
    <w:p w:rsidR="00BD3DE3" w:rsidRPr="000F7EC6" w:rsidRDefault="00BD3DE3" w:rsidP="009613C9">
      <w:pPr>
        <w:pStyle w:val="Paragrafoelenco"/>
        <w:spacing w:line="360" w:lineRule="auto"/>
        <w:ind w:left="360"/>
        <w:jc w:val="both"/>
      </w:pPr>
    </w:p>
    <w:p w:rsidR="00BD3DE3" w:rsidRPr="000F7EC6" w:rsidRDefault="00BD3DE3" w:rsidP="009613C9">
      <w:pPr>
        <w:pStyle w:val="Paragrafoelenco"/>
        <w:spacing w:line="360" w:lineRule="auto"/>
        <w:ind w:left="360"/>
        <w:jc w:val="both"/>
      </w:pPr>
    </w:p>
    <w:p w:rsidR="00BD3DE3" w:rsidRDefault="00BD3DE3" w:rsidP="009613C9">
      <w:pPr>
        <w:pStyle w:val="Paragrafoelenco"/>
        <w:spacing w:line="360" w:lineRule="auto"/>
        <w:ind w:left="360"/>
        <w:jc w:val="both"/>
      </w:pPr>
    </w:p>
    <w:p w:rsidR="00BD3DE3" w:rsidRDefault="00BD3DE3" w:rsidP="009613C9">
      <w:pPr>
        <w:pStyle w:val="Paragrafoelenco"/>
        <w:spacing w:line="360" w:lineRule="auto"/>
        <w:ind w:left="360"/>
        <w:jc w:val="both"/>
      </w:pPr>
    </w:p>
    <w:p w:rsidR="00BD3DE3" w:rsidRDefault="00BD3DE3" w:rsidP="009613C9">
      <w:pPr>
        <w:pStyle w:val="Paragrafoelenco"/>
        <w:spacing w:line="360" w:lineRule="auto"/>
        <w:ind w:left="360"/>
        <w:jc w:val="both"/>
      </w:pPr>
    </w:p>
    <w:p w:rsidR="00BD3DE3" w:rsidRDefault="00BD3DE3" w:rsidP="009613C9">
      <w:pPr>
        <w:pStyle w:val="Paragrafoelenco"/>
        <w:spacing w:line="360" w:lineRule="auto"/>
        <w:ind w:left="360"/>
        <w:jc w:val="both"/>
      </w:pPr>
    </w:p>
    <w:p w:rsidR="00BD3DE3" w:rsidRDefault="00BD3DE3" w:rsidP="009613C9">
      <w:pPr>
        <w:pStyle w:val="Paragrafoelenco"/>
        <w:spacing w:line="360" w:lineRule="auto"/>
        <w:ind w:left="360"/>
        <w:jc w:val="both"/>
      </w:pPr>
    </w:p>
    <w:p w:rsidR="00BD3DE3" w:rsidRDefault="00BD3DE3" w:rsidP="009613C9">
      <w:pPr>
        <w:pStyle w:val="Paragrafoelenco"/>
        <w:spacing w:line="360" w:lineRule="auto"/>
        <w:ind w:left="360"/>
        <w:jc w:val="both"/>
      </w:pPr>
    </w:p>
    <w:p w:rsidR="009E6EBE" w:rsidRDefault="009E6EBE" w:rsidP="009613C9">
      <w:pPr>
        <w:pStyle w:val="Paragrafoelenco"/>
        <w:spacing w:line="360" w:lineRule="auto"/>
        <w:ind w:left="360"/>
        <w:jc w:val="both"/>
      </w:pPr>
    </w:p>
    <w:p w:rsidR="009E6EBE" w:rsidRDefault="009E6EBE" w:rsidP="009613C9">
      <w:pPr>
        <w:pStyle w:val="Paragrafoelenco"/>
        <w:spacing w:line="360" w:lineRule="auto"/>
        <w:ind w:left="360"/>
        <w:jc w:val="both"/>
      </w:pPr>
    </w:p>
    <w:p w:rsidR="004E21A0" w:rsidRDefault="000C3F2A" w:rsidP="000C3F2A">
      <w:pPr>
        <w:spacing w:line="360" w:lineRule="auto"/>
        <w:ind w:left="360"/>
        <w:jc w:val="center"/>
        <w:rPr>
          <w:rFonts w:cstheme="majorHAnsi"/>
          <w:sz w:val="40"/>
          <w:szCs w:val="40"/>
        </w:rPr>
      </w:pPr>
      <w:r w:rsidRPr="004E21A0">
        <w:rPr>
          <w:rFonts w:cstheme="majorHAnsi"/>
          <w:sz w:val="40"/>
          <w:szCs w:val="40"/>
        </w:rPr>
        <w:lastRenderedPageBreak/>
        <w:t>QUANTI SPETTATORI PU</w:t>
      </w:r>
      <w:r w:rsidR="00324772">
        <w:rPr>
          <w:rFonts w:cstheme="majorHAnsi"/>
          <w:sz w:val="40"/>
          <w:szCs w:val="40"/>
        </w:rPr>
        <w:t>Ò</w:t>
      </w:r>
      <w:r w:rsidRPr="004E21A0">
        <w:rPr>
          <w:rFonts w:cstheme="majorHAnsi"/>
          <w:sz w:val="40"/>
          <w:szCs w:val="40"/>
        </w:rPr>
        <w:t xml:space="preserve"> OSPITARE </w:t>
      </w:r>
    </w:p>
    <w:p w:rsidR="000C3F2A" w:rsidRPr="004E21A0" w:rsidRDefault="000C3F2A" w:rsidP="000C3F2A">
      <w:pPr>
        <w:spacing w:line="360" w:lineRule="auto"/>
        <w:ind w:left="360"/>
        <w:jc w:val="center"/>
        <w:rPr>
          <w:rFonts w:cstheme="majorHAnsi"/>
          <w:sz w:val="40"/>
          <w:szCs w:val="40"/>
        </w:rPr>
      </w:pPr>
      <w:r w:rsidRPr="004E21A0">
        <w:rPr>
          <w:rFonts w:cstheme="majorHAnsi"/>
          <w:sz w:val="40"/>
          <w:szCs w:val="40"/>
        </w:rPr>
        <w:t>PIAZZA GRANDE?</w:t>
      </w:r>
    </w:p>
    <w:p w:rsidR="000C3F2A" w:rsidRPr="006B39E4" w:rsidRDefault="000C3F2A" w:rsidP="000C3F2A">
      <w:pPr>
        <w:spacing w:line="360" w:lineRule="auto"/>
        <w:ind w:left="360"/>
        <w:jc w:val="center"/>
        <w:rPr>
          <w:rFonts w:cstheme="majorHAnsi"/>
          <w:szCs w:val="28"/>
        </w:rPr>
      </w:pPr>
    </w:p>
    <w:p w:rsidR="000C3F2A" w:rsidRDefault="000C3F2A" w:rsidP="004E21A0">
      <w:pPr>
        <w:spacing w:line="360" w:lineRule="auto"/>
        <w:jc w:val="center"/>
      </w:pPr>
      <w:r>
        <w:t>Ogni anno, nel mese di agosto, Piazza Grande ospita il Locarno Festival,</w:t>
      </w:r>
    </w:p>
    <w:p w:rsidR="000C3F2A" w:rsidRDefault="000C3F2A" w:rsidP="004E21A0">
      <w:pPr>
        <w:spacing w:line="360" w:lineRule="auto"/>
        <w:jc w:val="center"/>
      </w:pPr>
      <w:r>
        <w:t>un importante festival cinematografico.</w:t>
      </w:r>
    </w:p>
    <w:p w:rsidR="000C3F2A" w:rsidRDefault="000C3F2A" w:rsidP="004E21A0">
      <w:pPr>
        <w:spacing w:line="360" w:lineRule="auto"/>
        <w:jc w:val="center"/>
      </w:pPr>
      <w:r>
        <w:t>Quante persone possono assistere alla proiezione di un film,</w:t>
      </w:r>
    </w:p>
    <w:p w:rsidR="000C3F2A" w:rsidRDefault="000C3F2A" w:rsidP="004E21A0">
      <w:pPr>
        <w:spacing w:line="360" w:lineRule="auto"/>
        <w:jc w:val="center"/>
      </w:pPr>
      <w:r>
        <w:t xml:space="preserve">sedute nella platea di </w:t>
      </w:r>
      <w:r w:rsidR="004E21A0">
        <w:t>P</w:t>
      </w:r>
      <w:r>
        <w:t xml:space="preserve">iazza </w:t>
      </w:r>
      <w:r w:rsidR="00F73ACC">
        <w:t>G</w:t>
      </w:r>
      <w:r>
        <w:t>rande?</w:t>
      </w:r>
    </w:p>
    <w:p w:rsidR="000C3F2A" w:rsidRDefault="000C3F2A" w:rsidP="004E21A0">
      <w:pPr>
        <w:spacing w:line="360" w:lineRule="auto"/>
        <w:jc w:val="center"/>
      </w:pPr>
      <w:r>
        <w:rPr>
          <w:noProof/>
          <w:lang w:val="it-CH" w:eastAsia="it-CH"/>
        </w:rPr>
        <w:drawing>
          <wp:inline distT="0" distB="0" distL="0" distR="0" wp14:anchorId="0F3864AB" wp14:editId="017AB6A9">
            <wp:extent cx="6120130" cy="3424073"/>
            <wp:effectExtent l="0" t="0" r="0" b="5080"/>
            <wp:docPr id="2" name="Immagine 2" descr="Benvenuti al &lt;br/&gt;Locarno Festi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nvenuti al &lt;br/&gt;Locarno Festiv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24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1A0" w:rsidRDefault="004E21A0" w:rsidP="004E21A0">
      <w:pPr>
        <w:pStyle w:val="Paragrafoelenco"/>
        <w:spacing w:line="360" w:lineRule="auto"/>
        <w:ind w:left="360"/>
        <w:jc w:val="both"/>
      </w:pPr>
    </w:p>
    <w:p w:rsidR="000C3F2A" w:rsidRPr="009E6EBE" w:rsidRDefault="000C3F2A" w:rsidP="000C3F2A">
      <w:pPr>
        <w:pStyle w:val="Paragrafoelenco"/>
        <w:numPr>
          <w:ilvl w:val="0"/>
          <w:numId w:val="12"/>
        </w:numPr>
        <w:spacing w:line="360" w:lineRule="auto"/>
        <w:jc w:val="both"/>
      </w:pPr>
      <w:r w:rsidRPr="009E6EBE">
        <w:t xml:space="preserve">Fate una rapida </w:t>
      </w:r>
      <w:r w:rsidRPr="009E6EBE">
        <w:rPr>
          <w:b/>
        </w:rPr>
        <w:t>stima “ad occhio”</w:t>
      </w:r>
      <w:r w:rsidRPr="009E6EBE">
        <w:t xml:space="preserve">, </w:t>
      </w:r>
      <w:r w:rsidRPr="009E6EBE">
        <w:rPr>
          <w:u w:val="single"/>
        </w:rPr>
        <w:t>senza fare calcoli</w:t>
      </w:r>
      <w:r w:rsidRPr="009E6EBE">
        <w:t>.</w:t>
      </w:r>
    </w:p>
    <w:p w:rsidR="000C3F2A" w:rsidRPr="000F7EC6" w:rsidRDefault="000C3F2A" w:rsidP="000C3F2A">
      <w:pPr>
        <w:pStyle w:val="Paragrafoelenco"/>
        <w:spacing w:line="360" w:lineRule="auto"/>
        <w:ind w:left="360"/>
        <w:jc w:val="both"/>
      </w:pPr>
      <w:r>
        <w:t>Ognuno comunicherà separatamente al tutor la propria stima.</w:t>
      </w:r>
    </w:p>
    <w:p w:rsidR="004E21A0" w:rsidRDefault="004E21A0" w:rsidP="004E21A0">
      <w:pPr>
        <w:pStyle w:val="Paragrafoelenco"/>
        <w:spacing w:line="360" w:lineRule="auto"/>
        <w:ind w:left="360"/>
        <w:jc w:val="both"/>
      </w:pPr>
    </w:p>
    <w:p w:rsidR="000C3F2A" w:rsidRDefault="000C3F2A" w:rsidP="000C3F2A">
      <w:pPr>
        <w:pStyle w:val="Paragrafoelenco"/>
        <w:numPr>
          <w:ilvl w:val="0"/>
          <w:numId w:val="12"/>
        </w:numPr>
        <w:spacing w:line="360" w:lineRule="auto"/>
        <w:jc w:val="both"/>
      </w:pPr>
      <w:r w:rsidRPr="00501BC0">
        <w:t xml:space="preserve">Fate un </w:t>
      </w:r>
      <w:r w:rsidRPr="00E40890">
        <w:rPr>
          <w:u w:val="single"/>
        </w:rPr>
        <w:t>calcolo approssimato</w:t>
      </w:r>
      <w:r w:rsidRPr="00501BC0">
        <w:t xml:space="preserve"> </w:t>
      </w:r>
      <w:r>
        <w:t xml:space="preserve">del numero di persone che possono stare sedute in Piazza Grande. </w:t>
      </w:r>
    </w:p>
    <w:p w:rsidR="004E21A0" w:rsidRDefault="004E21A0" w:rsidP="004E21A0">
      <w:pPr>
        <w:pStyle w:val="Paragrafoelenco"/>
        <w:spacing w:line="360" w:lineRule="auto"/>
        <w:ind w:left="360"/>
        <w:jc w:val="both"/>
      </w:pPr>
      <w:r w:rsidRPr="0048640D">
        <w:t xml:space="preserve">Riportate </w:t>
      </w:r>
      <w:r>
        <w:t>su un foglio le vostre strategie.</w:t>
      </w:r>
    </w:p>
    <w:p w:rsidR="004E21A0" w:rsidRPr="0048640D" w:rsidRDefault="004E21A0" w:rsidP="004E21A0">
      <w:pPr>
        <w:pStyle w:val="Paragrafoelenco"/>
        <w:spacing w:line="360" w:lineRule="auto"/>
        <w:ind w:left="360"/>
        <w:jc w:val="both"/>
      </w:pPr>
      <w:r>
        <w:t>Al termine, il tutor prenderà nota della vostra stima finale e del tempo impiegato.</w:t>
      </w:r>
    </w:p>
    <w:p w:rsidR="00390B64" w:rsidRPr="004E21A0" w:rsidRDefault="00390B64" w:rsidP="00390B64">
      <w:pPr>
        <w:spacing w:line="360" w:lineRule="auto"/>
        <w:ind w:left="360"/>
        <w:jc w:val="center"/>
        <w:rPr>
          <w:rFonts w:cstheme="majorHAnsi"/>
          <w:sz w:val="40"/>
          <w:szCs w:val="40"/>
        </w:rPr>
      </w:pPr>
      <w:r w:rsidRPr="004E21A0">
        <w:rPr>
          <w:rFonts w:cstheme="majorHAnsi"/>
          <w:sz w:val="40"/>
          <w:szCs w:val="40"/>
        </w:rPr>
        <w:lastRenderedPageBreak/>
        <w:t>QUANTE SCATOLE ALLA POSTA!</w:t>
      </w:r>
    </w:p>
    <w:p w:rsidR="00390B64" w:rsidRDefault="00390B64" w:rsidP="00390B64">
      <w:pPr>
        <w:jc w:val="center"/>
      </w:pPr>
      <w:r>
        <w:t>Ovvero: q</w:t>
      </w:r>
      <w:r w:rsidRPr="00841E2A">
        <w:t>uante scatole del modello “</w:t>
      </w:r>
      <w:proofErr w:type="spellStart"/>
      <w:r w:rsidRPr="00841E2A">
        <w:t>Postpac</w:t>
      </w:r>
      <w:proofErr w:type="spellEnd"/>
      <w:r w:rsidRPr="00841E2A">
        <w:t xml:space="preserve"> ecologici</w:t>
      </w:r>
      <w:r w:rsidR="00D77C50">
        <w:t xml:space="preserve"> 1</w:t>
      </w:r>
      <w:r w:rsidRPr="00841E2A">
        <w:t>” servirebbero</w:t>
      </w:r>
    </w:p>
    <w:p w:rsidR="00390B64" w:rsidRDefault="00390B64" w:rsidP="00390B64">
      <w:pPr>
        <w:jc w:val="center"/>
      </w:pPr>
      <w:r w:rsidRPr="00841E2A">
        <w:t xml:space="preserve">per </w:t>
      </w:r>
      <w:r>
        <w:t xml:space="preserve">riempire tutto </w:t>
      </w:r>
      <w:r w:rsidRPr="00841E2A">
        <w:t>l’</w:t>
      </w:r>
      <w:r>
        <w:t>E</w:t>
      </w:r>
      <w:r w:rsidRPr="00841E2A">
        <w:t>dificio Posta</w:t>
      </w:r>
      <w:r>
        <w:t>le di Locarno</w:t>
      </w:r>
      <w:r w:rsidRPr="00841E2A">
        <w:t>?</w:t>
      </w:r>
    </w:p>
    <w:p w:rsidR="004E21A0" w:rsidRPr="00495D0B" w:rsidRDefault="004E21A0" w:rsidP="00390B64">
      <w:pPr>
        <w:jc w:val="center"/>
      </w:pPr>
    </w:p>
    <w:p w:rsidR="00390B64" w:rsidRDefault="00390B64" w:rsidP="00390B64">
      <w:pPr>
        <w:jc w:val="center"/>
      </w:pPr>
      <w:r>
        <w:rPr>
          <w:noProof/>
          <w:lang w:val="it-CH" w:eastAsia="it-CH"/>
        </w:rPr>
        <w:drawing>
          <wp:inline distT="0" distB="0" distL="0" distR="0" wp14:anchorId="11533C08" wp14:editId="4132C497">
            <wp:extent cx="2876550" cy="2171700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0B64" w:rsidRPr="004E21A0" w:rsidRDefault="00390B64" w:rsidP="004E21A0">
      <w:pPr>
        <w:jc w:val="center"/>
        <w:rPr>
          <w:sz w:val="22"/>
          <w:shd w:val="clear" w:color="auto" w:fill="FFFFFF"/>
        </w:rPr>
      </w:pPr>
      <w:r>
        <w:rPr>
          <w:sz w:val="22"/>
          <w:shd w:val="clear" w:color="auto" w:fill="FFFFFF"/>
        </w:rPr>
        <w:t>d</w:t>
      </w:r>
      <w:r w:rsidRPr="00A055BB">
        <w:rPr>
          <w:sz w:val="22"/>
          <w:shd w:val="clear" w:color="auto" w:fill="FFFFFF"/>
        </w:rPr>
        <w:t xml:space="preserve">imensioni esteriori: 28 </w:t>
      </w:r>
      <w:r w:rsidR="00324772">
        <w:rPr>
          <w:sz w:val="22"/>
          <w:shd w:val="clear" w:color="auto" w:fill="FFFFFF"/>
        </w:rPr>
        <w:t>×</w:t>
      </w:r>
      <w:r w:rsidRPr="00A055BB">
        <w:rPr>
          <w:sz w:val="22"/>
          <w:shd w:val="clear" w:color="auto" w:fill="FFFFFF"/>
        </w:rPr>
        <w:t xml:space="preserve"> 17,4 </w:t>
      </w:r>
      <w:r w:rsidR="00324772">
        <w:rPr>
          <w:sz w:val="22"/>
          <w:shd w:val="clear" w:color="auto" w:fill="FFFFFF"/>
        </w:rPr>
        <w:t>×</w:t>
      </w:r>
      <w:r w:rsidRPr="00A055BB">
        <w:rPr>
          <w:sz w:val="22"/>
          <w:shd w:val="clear" w:color="auto" w:fill="FFFFFF"/>
        </w:rPr>
        <w:t xml:space="preserve"> 10 cm (lunghezza </w:t>
      </w:r>
      <w:r w:rsidR="00324772">
        <w:rPr>
          <w:sz w:val="22"/>
          <w:shd w:val="clear" w:color="auto" w:fill="FFFFFF"/>
        </w:rPr>
        <w:t>×</w:t>
      </w:r>
      <w:r w:rsidRPr="00A055BB">
        <w:rPr>
          <w:sz w:val="22"/>
          <w:shd w:val="clear" w:color="auto" w:fill="FFFFFF"/>
        </w:rPr>
        <w:t xml:space="preserve"> larghezza </w:t>
      </w:r>
      <w:r w:rsidR="00324772">
        <w:rPr>
          <w:sz w:val="22"/>
          <w:shd w:val="clear" w:color="auto" w:fill="FFFFFF"/>
        </w:rPr>
        <w:t>×</w:t>
      </w:r>
      <w:r w:rsidRPr="00A055BB">
        <w:rPr>
          <w:sz w:val="22"/>
          <w:shd w:val="clear" w:color="auto" w:fill="FFFFFF"/>
        </w:rPr>
        <w:t xml:space="preserve"> altezza)</w:t>
      </w:r>
    </w:p>
    <w:p w:rsidR="00390B64" w:rsidRPr="004E21A0" w:rsidRDefault="00390B64" w:rsidP="00390B64">
      <w:pPr>
        <w:jc w:val="center"/>
        <w:rPr>
          <w:rFonts w:ascii="Verdana" w:hAnsi="Verdana"/>
          <w:color w:val="000000"/>
          <w:sz w:val="18"/>
          <w:szCs w:val="18"/>
          <w:shd w:val="clear" w:color="auto" w:fill="FFFFFF"/>
          <w:lang w:val="it-CH"/>
        </w:rPr>
      </w:pPr>
    </w:p>
    <w:p w:rsidR="00390B64" w:rsidRPr="004E21A0" w:rsidRDefault="00390B64" w:rsidP="00390B64">
      <w:pPr>
        <w:pStyle w:val="Paragrafoelenco"/>
        <w:ind w:left="360"/>
        <w:jc w:val="center"/>
        <w:rPr>
          <w:rFonts w:ascii="Arial" w:hAnsi="Arial" w:cs="Arial"/>
          <w:color w:val="000000"/>
          <w:sz w:val="17"/>
          <w:szCs w:val="17"/>
          <w:shd w:val="clear" w:color="auto" w:fill="FFFFFF"/>
          <w:lang w:val="it-CH"/>
        </w:rPr>
      </w:pPr>
    </w:p>
    <w:p w:rsidR="00390B64" w:rsidRPr="004E21A0" w:rsidRDefault="00390B64" w:rsidP="00390B64">
      <w:pPr>
        <w:pStyle w:val="Paragrafoelenco"/>
        <w:ind w:left="360"/>
        <w:rPr>
          <w:rFonts w:ascii="Arial" w:hAnsi="Arial" w:cs="Arial"/>
          <w:color w:val="000000"/>
          <w:sz w:val="17"/>
          <w:szCs w:val="17"/>
          <w:shd w:val="clear" w:color="auto" w:fill="FFFFFF"/>
          <w:lang w:val="it-CH"/>
        </w:rPr>
      </w:pPr>
      <w:r>
        <w:rPr>
          <w:noProof/>
          <w:lang w:val="it-CH" w:eastAsia="it-CH"/>
        </w:rPr>
        <w:drawing>
          <wp:anchor distT="0" distB="0" distL="114300" distR="114300" simplePos="0" relativeHeight="251665408" behindDoc="0" locked="0" layoutInCell="1" allowOverlap="1" wp14:anchorId="53ACABD9">
            <wp:simplePos x="0" y="0"/>
            <wp:positionH relativeFrom="margin">
              <wp:posOffset>13109</wp:posOffset>
            </wp:positionH>
            <wp:positionV relativeFrom="margin">
              <wp:posOffset>4158984</wp:posOffset>
            </wp:positionV>
            <wp:extent cx="6645910" cy="4432822"/>
            <wp:effectExtent l="0" t="0" r="2540" b="6350"/>
            <wp:wrapSquare wrapText="bothSides"/>
            <wp:docPr id="7" name="Immagine 7" descr="http://www.piniswiss.com/wp-content/uploads/2017/02/DSC729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iniswiss.com/wp-content/uploads/2017/02/DSC7290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432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90B64" w:rsidRPr="004E21A0" w:rsidRDefault="00390B64" w:rsidP="00390B64">
      <w:pPr>
        <w:pStyle w:val="Paragrafoelenco"/>
        <w:ind w:left="360"/>
        <w:rPr>
          <w:lang w:val="it-CH"/>
        </w:rPr>
      </w:pPr>
    </w:p>
    <w:p w:rsidR="00390B64" w:rsidRPr="004E21A0" w:rsidRDefault="000056AC" w:rsidP="00390B64">
      <w:pPr>
        <w:pStyle w:val="Paragrafoelenco"/>
        <w:ind w:left="360"/>
        <w:jc w:val="center"/>
        <w:rPr>
          <w:color w:val="000000"/>
          <w:sz w:val="22"/>
          <w:shd w:val="clear" w:color="auto" w:fill="FFFFFF"/>
          <w:lang w:val="it-CH"/>
        </w:rPr>
      </w:pPr>
      <w:r>
        <w:rPr>
          <w:color w:val="000000"/>
          <w:sz w:val="22"/>
          <w:shd w:val="clear" w:color="auto" w:fill="FFFFFF"/>
          <w:lang w:val="it-CH"/>
        </w:rPr>
        <w:t>d</w:t>
      </w:r>
      <w:r w:rsidR="004E21A0" w:rsidRPr="004E21A0">
        <w:rPr>
          <w:color w:val="000000"/>
          <w:sz w:val="22"/>
          <w:shd w:val="clear" w:color="auto" w:fill="FFFFFF"/>
          <w:lang w:val="it-CH"/>
        </w:rPr>
        <w:t xml:space="preserve">imensioni di base : 42 m </w:t>
      </w:r>
      <w:r w:rsidR="00324772">
        <w:rPr>
          <w:sz w:val="22"/>
          <w:shd w:val="clear" w:color="auto" w:fill="FFFFFF"/>
        </w:rPr>
        <w:t>×</w:t>
      </w:r>
      <w:bookmarkStart w:id="0" w:name="_GoBack"/>
      <w:bookmarkEnd w:id="0"/>
      <w:r w:rsidR="004E21A0" w:rsidRPr="004E21A0">
        <w:rPr>
          <w:color w:val="000000"/>
          <w:sz w:val="22"/>
          <w:shd w:val="clear" w:color="auto" w:fill="FFFFFF"/>
          <w:lang w:val="it-CH"/>
        </w:rPr>
        <w:t xml:space="preserve"> 38 m</w:t>
      </w:r>
    </w:p>
    <w:p w:rsidR="004E21A0" w:rsidRPr="004E21A0" w:rsidRDefault="000056AC" w:rsidP="00390B64">
      <w:pPr>
        <w:pStyle w:val="Paragrafoelenco"/>
        <w:ind w:left="360"/>
        <w:jc w:val="center"/>
        <w:rPr>
          <w:color w:val="000000"/>
          <w:sz w:val="22"/>
          <w:shd w:val="clear" w:color="auto" w:fill="FFFFFF"/>
          <w:lang w:val="it-CH"/>
        </w:rPr>
      </w:pPr>
      <w:r>
        <w:rPr>
          <w:color w:val="000000"/>
          <w:sz w:val="22"/>
          <w:shd w:val="clear" w:color="auto" w:fill="FFFFFF"/>
          <w:lang w:val="it-CH"/>
        </w:rPr>
        <w:t>a</w:t>
      </w:r>
      <w:r w:rsidR="004E21A0">
        <w:rPr>
          <w:color w:val="000000"/>
          <w:sz w:val="22"/>
          <w:shd w:val="clear" w:color="auto" w:fill="FFFFFF"/>
          <w:lang w:val="it-CH"/>
        </w:rPr>
        <w:t>ltezza: 17 m</w:t>
      </w:r>
    </w:p>
    <w:p w:rsidR="00390B64" w:rsidRPr="004E21A0" w:rsidRDefault="00390B64" w:rsidP="00390B64">
      <w:pPr>
        <w:rPr>
          <w:color w:val="000000"/>
          <w:sz w:val="22"/>
          <w:shd w:val="clear" w:color="auto" w:fill="FFFFFF"/>
          <w:lang w:val="it-CH"/>
        </w:rPr>
      </w:pPr>
    </w:p>
    <w:p w:rsidR="00390B64" w:rsidRPr="00F73ACC" w:rsidRDefault="00390B64" w:rsidP="00390B64">
      <w:pPr>
        <w:pStyle w:val="Paragrafoelenco"/>
        <w:ind w:left="360"/>
        <w:jc w:val="center"/>
        <w:rPr>
          <w:color w:val="000000"/>
          <w:sz w:val="22"/>
          <w:shd w:val="clear" w:color="auto" w:fill="FFFFFF"/>
          <w:lang w:val="it-CH"/>
        </w:rPr>
      </w:pPr>
      <w:r w:rsidRPr="00F73ACC">
        <w:rPr>
          <w:color w:val="000000"/>
          <w:sz w:val="22"/>
          <w:shd w:val="clear" w:color="auto" w:fill="FFFFFF"/>
          <w:lang w:val="it-CH"/>
        </w:rPr>
        <w:t xml:space="preserve">(fonte: </w:t>
      </w:r>
      <w:hyperlink r:id="rId9" w:history="1">
        <w:r w:rsidRPr="00F73ACC">
          <w:rPr>
            <w:color w:val="000000"/>
            <w:sz w:val="22"/>
            <w:shd w:val="clear" w:color="auto" w:fill="FFFFFF"/>
            <w:lang w:val="it-CH"/>
          </w:rPr>
          <w:t>http://www.studiovacchini.ch/opere/17</w:t>
        </w:r>
      </w:hyperlink>
      <w:r w:rsidRPr="00F73ACC">
        <w:rPr>
          <w:color w:val="000000"/>
          <w:sz w:val="22"/>
          <w:shd w:val="clear" w:color="auto" w:fill="FFFFFF"/>
          <w:lang w:val="it-CH"/>
        </w:rPr>
        <w:t>)</w:t>
      </w:r>
    </w:p>
    <w:p w:rsidR="00390B64" w:rsidRPr="00F73ACC" w:rsidRDefault="00390B64" w:rsidP="00390B64">
      <w:pPr>
        <w:pStyle w:val="Paragrafoelenco"/>
        <w:ind w:left="360"/>
        <w:rPr>
          <w:rFonts w:ascii="Arial" w:hAnsi="Arial" w:cs="Arial"/>
          <w:color w:val="000000"/>
          <w:sz w:val="22"/>
          <w:shd w:val="clear" w:color="auto" w:fill="FFFFFF"/>
          <w:lang w:val="it-CH"/>
        </w:rPr>
      </w:pPr>
    </w:p>
    <w:p w:rsidR="00390B64" w:rsidRPr="00F73ACC" w:rsidRDefault="00390B64" w:rsidP="00390B64">
      <w:pPr>
        <w:pStyle w:val="Paragrafoelenco"/>
        <w:ind w:left="360"/>
        <w:rPr>
          <w:rFonts w:ascii="Arial" w:hAnsi="Arial" w:cs="Arial"/>
          <w:color w:val="000000"/>
          <w:sz w:val="17"/>
          <w:szCs w:val="17"/>
          <w:shd w:val="clear" w:color="auto" w:fill="FFFFFF"/>
          <w:lang w:val="it-CH"/>
        </w:rPr>
      </w:pPr>
    </w:p>
    <w:p w:rsidR="00390B64" w:rsidRPr="00EF3CD8" w:rsidRDefault="00390B64" w:rsidP="00390B64">
      <w:pPr>
        <w:pStyle w:val="Paragrafoelenco"/>
        <w:numPr>
          <w:ilvl w:val="0"/>
          <w:numId w:val="8"/>
        </w:numPr>
        <w:spacing w:line="360" w:lineRule="auto"/>
        <w:jc w:val="both"/>
      </w:pPr>
      <w:r w:rsidRPr="00EF3CD8">
        <w:t xml:space="preserve">Fate una rapida </w:t>
      </w:r>
      <w:r w:rsidRPr="00EF3CD8">
        <w:rPr>
          <w:b/>
        </w:rPr>
        <w:t>stima “ad occhio”</w:t>
      </w:r>
      <w:r w:rsidRPr="00EF3CD8">
        <w:t xml:space="preserve">, </w:t>
      </w:r>
      <w:r w:rsidRPr="00EF3CD8">
        <w:rPr>
          <w:u w:val="single"/>
        </w:rPr>
        <w:t>senza fare calcoli</w:t>
      </w:r>
      <w:r w:rsidRPr="00EF3CD8">
        <w:t>.</w:t>
      </w:r>
    </w:p>
    <w:p w:rsidR="00390B64" w:rsidRPr="000F7EC6" w:rsidRDefault="00390B64" w:rsidP="00390B64">
      <w:pPr>
        <w:pStyle w:val="Paragrafoelenco"/>
        <w:spacing w:line="360" w:lineRule="auto"/>
        <w:ind w:left="360"/>
        <w:jc w:val="both"/>
      </w:pPr>
      <w:r>
        <w:t>Ognuno comunicherà separatamente al tutor la propria stima.</w:t>
      </w:r>
    </w:p>
    <w:p w:rsidR="00390B64" w:rsidRDefault="00390B64" w:rsidP="00390B64">
      <w:pPr>
        <w:pStyle w:val="Paragrafoelenco"/>
        <w:ind w:left="360"/>
      </w:pPr>
    </w:p>
    <w:p w:rsidR="004E21A0" w:rsidRPr="00841E2A" w:rsidRDefault="004E21A0" w:rsidP="00390B64">
      <w:pPr>
        <w:pStyle w:val="Paragrafoelenco"/>
        <w:ind w:left="360"/>
      </w:pPr>
    </w:p>
    <w:p w:rsidR="00390B64" w:rsidRDefault="00390B64" w:rsidP="00390B64">
      <w:pPr>
        <w:pStyle w:val="Paragrafoelenco"/>
        <w:numPr>
          <w:ilvl w:val="0"/>
          <w:numId w:val="8"/>
        </w:numPr>
        <w:spacing w:line="360" w:lineRule="auto"/>
        <w:jc w:val="both"/>
      </w:pPr>
      <w:r w:rsidRPr="00EF3CD8">
        <w:t xml:space="preserve">Fate un </w:t>
      </w:r>
      <w:r w:rsidRPr="00EF3CD8">
        <w:rPr>
          <w:u w:val="single"/>
        </w:rPr>
        <w:t>calcolo approssimato</w:t>
      </w:r>
      <w:r w:rsidRPr="00EF3CD8">
        <w:t xml:space="preserve"> del numero di scatole.</w:t>
      </w:r>
      <w:r>
        <w:t xml:space="preserve"> </w:t>
      </w:r>
    </w:p>
    <w:p w:rsidR="004E21A0" w:rsidRDefault="004E21A0" w:rsidP="004E21A0">
      <w:pPr>
        <w:pStyle w:val="Paragrafoelenco"/>
        <w:spacing w:line="360" w:lineRule="auto"/>
        <w:ind w:left="360"/>
        <w:jc w:val="both"/>
      </w:pPr>
      <w:r w:rsidRPr="0048640D">
        <w:t xml:space="preserve">Riportate </w:t>
      </w:r>
      <w:r>
        <w:t>su un foglio le vostre strategie.</w:t>
      </w:r>
    </w:p>
    <w:p w:rsidR="004E21A0" w:rsidRPr="0048640D" w:rsidRDefault="004E21A0" w:rsidP="004E21A0">
      <w:pPr>
        <w:pStyle w:val="Paragrafoelenco"/>
        <w:spacing w:line="360" w:lineRule="auto"/>
        <w:ind w:left="360"/>
        <w:jc w:val="both"/>
      </w:pPr>
      <w:r>
        <w:t>Al termine, il tutor prenderà nota della vostra stima finale e del tempo impiegato.</w:t>
      </w:r>
    </w:p>
    <w:p w:rsidR="00390B64" w:rsidRPr="000F7EC6" w:rsidRDefault="00390B64" w:rsidP="00390B64">
      <w:pPr>
        <w:pStyle w:val="Paragrafoelenco"/>
        <w:spacing w:line="360" w:lineRule="auto"/>
        <w:ind w:left="360"/>
        <w:jc w:val="both"/>
      </w:pPr>
    </w:p>
    <w:p w:rsidR="00390B64" w:rsidRPr="000F7EC6" w:rsidRDefault="00390B64" w:rsidP="00390B64">
      <w:pPr>
        <w:pStyle w:val="Paragrafoelenco"/>
        <w:spacing w:line="360" w:lineRule="auto"/>
        <w:ind w:left="360"/>
        <w:jc w:val="both"/>
      </w:pPr>
    </w:p>
    <w:p w:rsidR="00390B64" w:rsidRPr="000F7EC6" w:rsidRDefault="00390B64" w:rsidP="00390B64">
      <w:pPr>
        <w:pStyle w:val="Paragrafoelenco"/>
        <w:spacing w:line="360" w:lineRule="auto"/>
        <w:ind w:left="360"/>
        <w:jc w:val="both"/>
      </w:pPr>
    </w:p>
    <w:p w:rsidR="00390B64" w:rsidRPr="000F7EC6" w:rsidRDefault="00390B64" w:rsidP="00390B64">
      <w:pPr>
        <w:pStyle w:val="Paragrafoelenco"/>
        <w:spacing w:line="360" w:lineRule="auto"/>
        <w:ind w:left="360"/>
        <w:jc w:val="both"/>
      </w:pPr>
    </w:p>
    <w:p w:rsidR="00390B64" w:rsidRPr="000F7EC6" w:rsidRDefault="00390B64" w:rsidP="00390B64">
      <w:pPr>
        <w:pStyle w:val="Paragrafoelenco"/>
        <w:spacing w:line="360" w:lineRule="auto"/>
        <w:ind w:left="360"/>
        <w:jc w:val="both"/>
      </w:pPr>
    </w:p>
    <w:p w:rsidR="00390B64" w:rsidRPr="000F7EC6" w:rsidRDefault="00390B64" w:rsidP="00390B64">
      <w:pPr>
        <w:pStyle w:val="Paragrafoelenco"/>
        <w:spacing w:line="360" w:lineRule="auto"/>
        <w:ind w:left="360"/>
        <w:jc w:val="both"/>
      </w:pPr>
    </w:p>
    <w:p w:rsidR="00390B64" w:rsidRDefault="00390B64" w:rsidP="00390B64">
      <w:pPr>
        <w:pStyle w:val="Paragrafoelenco"/>
        <w:spacing w:line="360" w:lineRule="auto"/>
        <w:ind w:left="360"/>
        <w:jc w:val="both"/>
      </w:pPr>
    </w:p>
    <w:p w:rsidR="00390B64" w:rsidRDefault="00390B64" w:rsidP="00390B64">
      <w:pPr>
        <w:pStyle w:val="Paragrafoelenco"/>
        <w:spacing w:line="360" w:lineRule="auto"/>
        <w:ind w:left="360"/>
        <w:jc w:val="both"/>
      </w:pPr>
    </w:p>
    <w:p w:rsidR="00390B64" w:rsidRDefault="00390B64" w:rsidP="00390B64">
      <w:pPr>
        <w:pStyle w:val="Paragrafoelenco"/>
        <w:spacing w:line="360" w:lineRule="auto"/>
        <w:ind w:left="360"/>
        <w:jc w:val="both"/>
      </w:pPr>
    </w:p>
    <w:p w:rsidR="00390B64" w:rsidRDefault="00390B64" w:rsidP="00390B64">
      <w:pPr>
        <w:pStyle w:val="Paragrafoelenco"/>
        <w:spacing w:line="360" w:lineRule="auto"/>
        <w:ind w:left="360"/>
        <w:jc w:val="both"/>
      </w:pPr>
    </w:p>
    <w:p w:rsidR="00390B64" w:rsidRDefault="00390B64" w:rsidP="00390B64">
      <w:pPr>
        <w:pStyle w:val="Paragrafoelenco"/>
        <w:spacing w:line="360" w:lineRule="auto"/>
        <w:ind w:left="360"/>
        <w:jc w:val="both"/>
      </w:pPr>
    </w:p>
    <w:p w:rsidR="00390B64" w:rsidRDefault="00390B64" w:rsidP="00390B64">
      <w:pPr>
        <w:pStyle w:val="Paragrafoelenco"/>
        <w:spacing w:line="360" w:lineRule="auto"/>
        <w:ind w:left="360"/>
        <w:jc w:val="both"/>
      </w:pPr>
    </w:p>
    <w:p w:rsidR="00390B64" w:rsidRDefault="00390B64" w:rsidP="00390B64">
      <w:pPr>
        <w:pStyle w:val="Paragrafoelenco"/>
        <w:spacing w:line="360" w:lineRule="auto"/>
        <w:ind w:left="360"/>
        <w:jc w:val="both"/>
      </w:pPr>
    </w:p>
    <w:p w:rsidR="00390B64" w:rsidRDefault="00390B64" w:rsidP="00390B64">
      <w:pPr>
        <w:pStyle w:val="Paragrafoelenco"/>
        <w:spacing w:line="360" w:lineRule="auto"/>
        <w:ind w:left="360"/>
        <w:jc w:val="both"/>
      </w:pPr>
    </w:p>
    <w:p w:rsidR="00390B64" w:rsidRDefault="00390B64" w:rsidP="00390B64">
      <w:pPr>
        <w:pStyle w:val="Paragrafoelenco"/>
        <w:spacing w:line="360" w:lineRule="auto"/>
        <w:ind w:left="360"/>
        <w:jc w:val="both"/>
      </w:pPr>
    </w:p>
    <w:p w:rsidR="00390B64" w:rsidRDefault="00390B64" w:rsidP="00390B64">
      <w:pPr>
        <w:pStyle w:val="Paragrafoelenco"/>
        <w:spacing w:line="360" w:lineRule="auto"/>
        <w:ind w:left="360"/>
        <w:jc w:val="both"/>
      </w:pPr>
    </w:p>
    <w:p w:rsidR="00390B64" w:rsidRDefault="00390B64" w:rsidP="00390B64">
      <w:pPr>
        <w:spacing w:line="360" w:lineRule="auto"/>
        <w:jc w:val="both"/>
      </w:pPr>
    </w:p>
    <w:p w:rsidR="00390B64" w:rsidRPr="000F7EC6" w:rsidRDefault="00390B64" w:rsidP="00390B64">
      <w:pPr>
        <w:spacing w:line="360" w:lineRule="auto"/>
        <w:jc w:val="both"/>
      </w:pPr>
    </w:p>
    <w:sectPr w:rsidR="00390B64" w:rsidRPr="000F7EC6" w:rsidSect="009D407E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7467B"/>
    <w:multiLevelType w:val="hybridMultilevel"/>
    <w:tmpl w:val="B92AF276"/>
    <w:lvl w:ilvl="0" w:tplc="4F4441A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A76E81"/>
    <w:multiLevelType w:val="hybridMultilevel"/>
    <w:tmpl w:val="4448E8A8"/>
    <w:lvl w:ilvl="0" w:tplc="7DE65A1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714C8"/>
    <w:multiLevelType w:val="hybridMultilevel"/>
    <w:tmpl w:val="B288ADB6"/>
    <w:lvl w:ilvl="0" w:tplc="A7ACDF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2053CE"/>
    <w:multiLevelType w:val="hybridMultilevel"/>
    <w:tmpl w:val="1BE692AE"/>
    <w:lvl w:ilvl="0" w:tplc="921A68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C04031"/>
    <w:multiLevelType w:val="hybridMultilevel"/>
    <w:tmpl w:val="DAC6586A"/>
    <w:lvl w:ilvl="0" w:tplc="321CA3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73787B"/>
    <w:multiLevelType w:val="hybridMultilevel"/>
    <w:tmpl w:val="ABE855B2"/>
    <w:lvl w:ilvl="0" w:tplc="FBF6CB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122355"/>
    <w:multiLevelType w:val="hybridMultilevel"/>
    <w:tmpl w:val="D74CF59C"/>
    <w:lvl w:ilvl="0" w:tplc="179E89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D6BA6"/>
    <w:multiLevelType w:val="hybridMultilevel"/>
    <w:tmpl w:val="94343A72"/>
    <w:lvl w:ilvl="0" w:tplc="B762A21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4D6E22"/>
    <w:multiLevelType w:val="hybridMultilevel"/>
    <w:tmpl w:val="892A7D52"/>
    <w:lvl w:ilvl="0" w:tplc="5A9C99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9822E8"/>
    <w:multiLevelType w:val="hybridMultilevel"/>
    <w:tmpl w:val="4DAAECBA"/>
    <w:lvl w:ilvl="0" w:tplc="231650E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8250C"/>
    <w:multiLevelType w:val="hybridMultilevel"/>
    <w:tmpl w:val="164A7CA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B828CD"/>
    <w:multiLevelType w:val="hybridMultilevel"/>
    <w:tmpl w:val="444A2064"/>
    <w:lvl w:ilvl="0" w:tplc="269455D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4848C9"/>
    <w:multiLevelType w:val="hybridMultilevel"/>
    <w:tmpl w:val="7A766E3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D4442"/>
    <w:multiLevelType w:val="hybridMultilevel"/>
    <w:tmpl w:val="F4F4D784"/>
    <w:lvl w:ilvl="0" w:tplc="5C72D9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F2794C"/>
    <w:multiLevelType w:val="hybridMultilevel"/>
    <w:tmpl w:val="29BEA298"/>
    <w:lvl w:ilvl="0" w:tplc="A9CEE3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 w:numId="10">
    <w:abstractNumId w:val="6"/>
  </w:num>
  <w:num w:numId="11">
    <w:abstractNumId w:val="0"/>
  </w:num>
  <w:num w:numId="12">
    <w:abstractNumId w:val="13"/>
  </w:num>
  <w:num w:numId="13">
    <w:abstractNumId w:val="14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F0B"/>
    <w:rsid w:val="000056AC"/>
    <w:rsid w:val="00016671"/>
    <w:rsid w:val="0009445E"/>
    <w:rsid w:val="000A153E"/>
    <w:rsid w:val="000C3F2A"/>
    <w:rsid w:val="000D492B"/>
    <w:rsid w:val="000F7EC6"/>
    <w:rsid w:val="00110471"/>
    <w:rsid w:val="00144058"/>
    <w:rsid w:val="001A02AB"/>
    <w:rsid w:val="001A56AB"/>
    <w:rsid w:val="001C35EB"/>
    <w:rsid w:val="001C6BA1"/>
    <w:rsid w:val="001E59E1"/>
    <w:rsid w:val="001F595B"/>
    <w:rsid w:val="00200256"/>
    <w:rsid w:val="00206287"/>
    <w:rsid w:val="002B4EFB"/>
    <w:rsid w:val="002C36D4"/>
    <w:rsid w:val="0032090A"/>
    <w:rsid w:val="00324772"/>
    <w:rsid w:val="00390B64"/>
    <w:rsid w:val="003E5200"/>
    <w:rsid w:val="003E6369"/>
    <w:rsid w:val="004201CA"/>
    <w:rsid w:val="00457E67"/>
    <w:rsid w:val="00462F0B"/>
    <w:rsid w:val="0048640D"/>
    <w:rsid w:val="00495D0B"/>
    <w:rsid w:val="004E21A0"/>
    <w:rsid w:val="00501BC0"/>
    <w:rsid w:val="005216B3"/>
    <w:rsid w:val="005338DB"/>
    <w:rsid w:val="005A704E"/>
    <w:rsid w:val="005B08B4"/>
    <w:rsid w:val="00637946"/>
    <w:rsid w:val="00637B62"/>
    <w:rsid w:val="006A50FD"/>
    <w:rsid w:val="006B39E4"/>
    <w:rsid w:val="006C1B8E"/>
    <w:rsid w:val="00711C2D"/>
    <w:rsid w:val="00781C57"/>
    <w:rsid w:val="007B066A"/>
    <w:rsid w:val="007D64B9"/>
    <w:rsid w:val="0083035E"/>
    <w:rsid w:val="00841E2A"/>
    <w:rsid w:val="00842C5E"/>
    <w:rsid w:val="0084555B"/>
    <w:rsid w:val="008865EB"/>
    <w:rsid w:val="008E6162"/>
    <w:rsid w:val="008F1A8A"/>
    <w:rsid w:val="00903324"/>
    <w:rsid w:val="00915AFB"/>
    <w:rsid w:val="009613C9"/>
    <w:rsid w:val="00993E07"/>
    <w:rsid w:val="009D407E"/>
    <w:rsid w:val="009E6EBE"/>
    <w:rsid w:val="009F504B"/>
    <w:rsid w:val="00A055BB"/>
    <w:rsid w:val="00A61F78"/>
    <w:rsid w:val="00A627AC"/>
    <w:rsid w:val="00A66F1C"/>
    <w:rsid w:val="00AC6FA9"/>
    <w:rsid w:val="00B33F30"/>
    <w:rsid w:val="00B361BF"/>
    <w:rsid w:val="00B45D7B"/>
    <w:rsid w:val="00B530AF"/>
    <w:rsid w:val="00B6339B"/>
    <w:rsid w:val="00BA0472"/>
    <w:rsid w:val="00BD3DE3"/>
    <w:rsid w:val="00C04C14"/>
    <w:rsid w:val="00CD36CD"/>
    <w:rsid w:val="00CF6445"/>
    <w:rsid w:val="00D00F2B"/>
    <w:rsid w:val="00D77C50"/>
    <w:rsid w:val="00D8057D"/>
    <w:rsid w:val="00D85684"/>
    <w:rsid w:val="00DA71FE"/>
    <w:rsid w:val="00DB6915"/>
    <w:rsid w:val="00DE5F7F"/>
    <w:rsid w:val="00E20DAB"/>
    <w:rsid w:val="00E247C1"/>
    <w:rsid w:val="00E40890"/>
    <w:rsid w:val="00E8348E"/>
    <w:rsid w:val="00EF3CD8"/>
    <w:rsid w:val="00F045A6"/>
    <w:rsid w:val="00F10D0C"/>
    <w:rsid w:val="00F36A31"/>
    <w:rsid w:val="00F73ACC"/>
    <w:rsid w:val="00F813D7"/>
    <w:rsid w:val="00F94E93"/>
    <w:rsid w:val="00FB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523DB0"/>
  <w15:docId w15:val="{B051B58F-21A4-452B-AD42-D86AB4937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407E"/>
    <w:pPr>
      <w:spacing w:after="0" w:line="240" w:lineRule="auto"/>
    </w:pPr>
    <w:rPr>
      <w:rFonts w:ascii="Comic Sans MS" w:hAnsi="Comic Sans MS"/>
      <w:sz w:val="2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D407E"/>
    <w:pPr>
      <w:keepNext/>
      <w:keepLines/>
      <w:jc w:val="center"/>
      <w:outlineLvl w:val="0"/>
    </w:pPr>
    <w:rPr>
      <w:rFonts w:eastAsiaTheme="majorEastAsia" w:cstheme="majorBidi"/>
      <w:sz w:val="40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62F0B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uiPriority w:val="10"/>
    <w:qFormat/>
    <w:rsid w:val="009D407E"/>
    <w:pPr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D407E"/>
    <w:rPr>
      <w:rFonts w:ascii="Comic Sans MS" w:eastAsiaTheme="majorEastAsia" w:hAnsi="Comic Sans MS" w:cstheme="majorBidi"/>
      <w:spacing w:val="-10"/>
      <w:kern w:val="28"/>
      <w:sz w:val="56"/>
      <w:szCs w:val="5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D407E"/>
    <w:rPr>
      <w:rFonts w:ascii="Comic Sans MS" w:eastAsiaTheme="majorEastAsia" w:hAnsi="Comic Sans MS" w:cstheme="majorBidi"/>
      <w:sz w:val="40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F36A31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36A31"/>
    <w:rPr>
      <w:color w:val="808080"/>
      <w:shd w:val="clear" w:color="auto" w:fill="E6E6E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21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21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iovacchini.ch/opere/17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AEADC-5BD8-4EC3-87EE-3ECDD68AB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376337B1</Template>
  <TotalTime>0</TotalTime>
  <Pages>5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Scuole Cantone Ticino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Windows User</cp:lastModifiedBy>
  <cp:revision>12</cp:revision>
  <dcterms:created xsi:type="dcterms:W3CDTF">2018-05-01T14:58:00Z</dcterms:created>
  <dcterms:modified xsi:type="dcterms:W3CDTF">2018-09-06T14:47:00Z</dcterms:modified>
</cp:coreProperties>
</file>